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237" w:rsidRPr="007355F6" w:rsidRDefault="004C6237">
      <w:pPr>
        <w:jc w:val="right"/>
        <w:rPr>
          <w:sz w:val="24"/>
          <w:szCs w:val="24"/>
          <w:lang w:val="en-US"/>
        </w:rPr>
      </w:pPr>
      <w:r w:rsidRPr="00387072">
        <w:rPr>
          <w:sz w:val="24"/>
          <w:szCs w:val="24"/>
        </w:rPr>
        <w:t xml:space="preserve">Приложение </w:t>
      </w:r>
      <w:r>
        <w:rPr>
          <w:sz w:val="24"/>
          <w:szCs w:val="24"/>
          <w:lang w:val="en-US"/>
        </w:rPr>
        <w:t>3</w:t>
      </w:r>
    </w:p>
    <w:tbl>
      <w:tblPr>
        <w:tblW w:w="0" w:type="auto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10"/>
        <w:gridCol w:w="4877"/>
        <w:gridCol w:w="597"/>
        <w:gridCol w:w="820"/>
        <w:gridCol w:w="739"/>
        <w:gridCol w:w="709"/>
        <w:gridCol w:w="678"/>
        <w:gridCol w:w="709"/>
        <w:gridCol w:w="773"/>
      </w:tblGrid>
      <w:tr w:rsidR="004C6237">
        <w:trPr>
          <w:trHeight w:val="136"/>
        </w:trPr>
        <w:tc>
          <w:tcPr>
            <w:tcW w:w="10412" w:type="dxa"/>
            <w:gridSpan w:val="9"/>
          </w:tcPr>
          <w:p w:rsidR="004C6237" w:rsidRDefault="004C6237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</w:p>
          <w:p w:rsidR="004C6237" w:rsidRPr="00AC4D45" w:rsidRDefault="004C6237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>Показатели развития малого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и среднего</w:t>
            </w:r>
            <w:bookmarkStart w:id="0" w:name="_GoBack"/>
            <w:bookmarkEnd w:id="0"/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предпринимательства</w:t>
            </w:r>
          </w:p>
          <w:p w:rsidR="004C6237" w:rsidRDefault="004C6237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в 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>муниципальном образовании</w:t>
            </w: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2017</w:t>
            </w: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.</w:t>
            </w:r>
          </w:p>
          <w:p w:rsidR="004C6237" w:rsidRPr="009821E2" w:rsidRDefault="004C6237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</w:pPr>
          </w:p>
          <w:p w:rsidR="004C6237" w:rsidRPr="009821E2" w:rsidRDefault="004C6237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  <w:t xml:space="preserve">Дальнереченский  городской округ </w:t>
            </w:r>
          </w:p>
          <w:p w:rsidR="004C6237" w:rsidRPr="007970AF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7970AF">
              <w:rPr>
                <w:snapToGrid w:val="0"/>
                <w:color w:val="000000"/>
                <w:sz w:val="24"/>
                <w:szCs w:val="24"/>
              </w:rPr>
              <w:t>(наименование муниципального образования)</w:t>
            </w:r>
          </w:p>
          <w:p w:rsidR="004C6237" w:rsidRDefault="004C6237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20</w:t>
            </w:r>
            <w:r>
              <w:rPr>
                <w:snapToGrid w:val="0"/>
                <w:color w:val="000000"/>
                <w:sz w:val="24"/>
                <w:szCs w:val="24"/>
              </w:rPr>
              <w:t>16 год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 кв. 2017 года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 кв. 2017 года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 кв. 2017 года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 кв. 2017 года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итого 2017год</w:t>
            </w:r>
          </w:p>
        </w:tc>
      </w:tr>
      <w:tr w:rsidR="004C6237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F155BA" w:rsidRDefault="004C6237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F155BA" w:rsidRDefault="004C6237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F155BA" w:rsidRDefault="004C6237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F155BA" w:rsidRDefault="004C6237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F155BA" w:rsidRDefault="004C6237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F155BA" w:rsidRDefault="004C6237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F155BA" w:rsidRDefault="004C6237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F155BA" w:rsidRDefault="004C6237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F155BA" w:rsidRDefault="004C6237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4C623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Число организаций всех форм собственности</w:t>
            </w:r>
          </w:p>
          <w:p w:rsidR="004C6237" w:rsidRDefault="004C623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435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419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F6EA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малых предприятий на 10 тысяч человек населения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866,9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889,6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886,1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4A7FCC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4A7FCC" w:rsidRDefault="004C623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Количество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52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4E1CD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cantSplit/>
          <w:trHeight w:val="92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малых предприятий (МП)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cantSplit/>
          <w:trHeight w:val="92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0510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4A7FCC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4A7FCC" w:rsidRDefault="004C6237" w:rsidP="009B61A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Число хозяйствующих субъектов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МП в числе хозяйствующих субъектов</w:t>
            </w:r>
          </w:p>
          <w:p w:rsidR="004C6237" w:rsidRDefault="004C623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67,3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68,4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67,7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2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Число индивидуальных предпринимателей(ИП)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полного круга организаций и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769F2">
            <w:pPr>
              <w:jc w:val="center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млрд.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E420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C21A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4A7FCC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4A7FCC" w:rsidRDefault="004C623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Оборот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441,9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C21A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239,9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308,7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 w:rsidRPr="00053EF2">
              <w:rPr>
                <w:snapToGrid w:val="0"/>
                <w:color w:val="000000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377,3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58693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оборот розничной торговли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309,1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58693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98,7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96,7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4A7FCC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4A7FCC" w:rsidRDefault="004C623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Выручка ИП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1583,7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F3293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809,2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785,6</w:t>
            </w:r>
          </w:p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cantSplit/>
          <w:trHeight w:val="108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малых  предприятий (МП)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D93B2A" w:rsidRDefault="004C623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2515,2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F3293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863,8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865,1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cantSplit/>
          <w:trHeight w:val="104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деятельности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289,4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F3293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112,9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382,4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F3293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F3293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 w:rsidRPr="00053EF2">
              <w:rPr>
                <w:snapToGrid w:val="0"/>
                <w:color w:val="000000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1435,3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381,1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398,7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оборот розничной торговли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135,1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276,2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66,4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74,6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78,8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145,3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60,7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150,8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98,7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96,7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оборота малых предприятий (МП) в объеме оборота полного круга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54,7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51,9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52,4</w:t>
            </w:r>
          </w:p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Среднесписочная численность работников (по полному кругу организаций)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67DD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9,54</w:t>
            </w:r>
          </w:p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4A7FCC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4A7FCC" w:rsidRDefault="004C6237" w:rsidP="00D93B2A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средних предприятий списочного состава (без внешних совместителей)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0,34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0,062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0,066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0,195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0,193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8F7228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4A7FCC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  <w:lang w:val="en-US"/>
              </w:rPr>
              <w:t>1</w:t>
            </w:r>
            <w:r w:rsidRPr="004A7FCC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4A7FCC" w:rsidRDefault="004C6237" w:rsidP="00D93B2A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ИП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1,95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2,1</w:t>
            </w:r>
          </w:p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2,62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cantSplit/>
          <w:trHeight w:val="140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малых предприятий (МП) списочного состава (без внешних совместителей)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766B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1,07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DC1A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работников малых предприятий в общей численности занятых в экономике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34,3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Среднемесячная зарплата и выплаты социального характера на 1 работника МП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6B1359">
              <w:rPr>
                <w:snapToGrid w:val="0"/>
                <w:color w:val="000000"/>
                <w:sz w:val="24"/>
                <w:szCs w:val="24"/>
              </w:rPr>
              <w:t xml:space="preserve">Среднемесячная зарплата и выплаты социального характера на 1 работника 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среднего предприятия. 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38,2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2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Объем финансовых средств, предусмотренных на поддержку субъектов малого и среднего предпринимательства (МСП) в бюджете Приморского края на год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cantSplit/>
          <w:trHeight w:val="204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субъектов МСП, получивших поддержку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cantSplit/>
          <w:trHeight w:val="68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из 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6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 федерального бюджета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бюджета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средств местных бюджетов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из внебюджетного фонда Особой экономической зоны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Регионального фонда поддержки МП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Муниципальных фондов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других источников (в примечании - указать источники)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cantSplit/>
          <w:trHeight w:val="140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Объем финансовых средств, полученных субъектами МСП из: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BF0A8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1917,2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BF0A8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1486,0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бюджета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BF0A8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181,2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средств местных бюджетов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BF0A8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других источников (в примечании - указать источники)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BF0A8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9C2F2B" w:rsidRDefault="004C6237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Всего проведено торгов и других способов размещения заказа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9C2F2B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1895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859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9C2F2B" w:rsidRDefault="004C6237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государственных нужд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9C2F2B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4C6237" w:rsidRPr="009C2F2B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9C2F2B" w:rsidRDefault="004C6237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государственных нужд Приморского края у субъектов малого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9C2F2B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4C6237" w:rsidRPr="009C2F2B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147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9C2F2B" w:rsidRDefault="004C6237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предпринимательства, в общем объеме поставок товаров (работ, услуг) для государственных нужд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9C2F2B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9C2F2B" w:rsidRDefault="004C623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9C2F2B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4C6237" w:rsidRPr="009C2F2B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151311,6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61869,55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37490,29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9C2F2B" w:rsidRDefault="004C623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 у субъектов малого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9C2F2B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4C6237" w:rsidRPr="009C2F2B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87444,9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26269,13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14291,57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9C2F2B" w:rsidRDefault="004C6237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Объем размещения заказов на поставки товаров, выполнение работ, оказание услуг для муниципальных нужд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9C2F2B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881,5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26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9C2F2B" w:rsidRDefault="004C623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Доля заказов, размещенных у субъектов малого предпринимательства, в общем объеме поставок товаров (работ, услуг)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9C2F2B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57,8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35,86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38,12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26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9C2F2B" w:rsidRDefault="004C6237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предпринимательства, в общем объеме поставок товаров (работ, услуг)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9C2F2B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% 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D43A91" w:rsidRDefault="004C6237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Уплачено налогов 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субъектами МСП </w:t>
            </w:r>
            <w:r w:rsidRPr="00D43A91">
              <w:rPr>
                <w:snapToGrid w:val="0"/>
                <w:color w:val="000000"/>
                <w:sz w:val="24"/>
                <w:szCs w:val="24"/>
              </w:rPr>
              <w:t>в бюджеты, 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D43A91" w:rsidRDefault="004C623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D43A91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D43A91" w:rsidRDefault="004C6237" w:rsidP="00AC4D4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бюджет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D43A91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D43A91" w:rsidRDefault="004C6237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Другие платежи </w:t>
            </w:r>
            <w:r>
              <w:rPr>
                <w:snapToGrid w:val="0"/>
                <w:color w:val="000000"/>
                <w:sz w:val="24"/>
                <w:szCs w:val="24"/>
              </w:rPr>
              <w:t>субъектов МСП</w:t>
            </w: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 в бюджеты, 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D43A91" w:rsidRDefault="004C623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B1ED9"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D43A91" w:rsidRDefault="004C623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D43A91">
            <w:pPr>
              <w:jc w:val="center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Pr="00D43A91" w:rsidRDefault="004C623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бюджет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D43A91">
            <w:pPr>
              <w:jc w:val="center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организаций</w:t>
            </w:r>
          </w:p>
          <w:p w:rsidR="004C6237" w:rsidRDefault="004C623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14,99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малых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50,6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инвестиций в основой капитал малых предприятий в общем объеме инвестиций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48,2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4C6237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инвестиций в основой капитал средних предприятий в общем объеме инвестиций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37" w:rsidRDefault="004C623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4C6237" w:rsidRDefault="004C6237" w:rsidP="007B5B6E">
      <w:r w:rsidRPr="008912B7">
        <w:t xml:space="preserve">- пояснительная записка </w:t>
      </w:r>
      <w:r>
        <w:t>*</w:t>
      </w:r>
    </w:p>
    <w:p w:rsidR="004C6237" w:rsidRPr="001F4955" w:rsidRDefault="004C6237" w:rsidP="007B5B6E">
      <w:r>
        <w:t xml:space="preserve">  * в т.ч. и</w:t>
      </w:r>
      <w:r w:rsidRPr="00127C7B">
        <w:t>нформация о</w:t>
      </w:r>
      <w:r w:rsidRPr="001F4955">
        <w:t>наличи</w:t>
      </w:r>
      <w:r>
        <w:t>и</w:t>
      </w:r>
      <w:r w:rsidRPr="001F4955">
        <w:t xml:space="preserve"> и наименовани</w:t>
      </w:r>
      <w:r>
        <w:t>и</w:t>
      </w:r>
      <w:r w:rsidRPr="001F4955">
        <w:t xml:space="preserve"> программ</w:t>
      </w:r>
      <w:r>
        <w:t>ы</w:t>
      </w:r>
      <w:r w:rsidRPr="001F4955">
        <w:t xml:space="preserve"> поддер</w:t>
      </w:r>
      <w:r>
        <w:t>жки малого предпринимательства</w:t>
      </w:r>
      <w:r w:rsidRPr="001F4955">
        <w:t>; направления</w:t>
      </w:r>
      <w:r>
        <w:t>х</w:t>
      </w:r>
      <w:r w:rsidRPr="001F4955">
        <w:t xml:space="preserve"> и форм</w:t>
      </w:r>
      <w:r>
        <w:t>ах</w:t>
      </w:r>
      <w:r w:rsidRPr="001F4955">
        <w:t xml:space="preserve"> муниципальной поддержки, оказываемой субъектам малого предпринимательства на муниципальн</w:t>
      </w:r>
      <w:r>
        <w:t>ом</w:t>
      </w:r>
      <w:r w:rsidRPr="001F4955">
        <w:t xml:space="preserve"> уровн</w:t>
      </w:r>
      <w:r>
        <w:t>е</w:t>
      </w:r>
      <w:r w:rsidRPr="001F4955">
        <w:t>;</w:t>
      </w:r>
    </w:p>
    <w:p w:rsidR="004C6237" w:rsidRPr="001F4955" w:rsidRDefault="004C6237" w:rsidP="007B5B6E">
      <w:pPr>
        <w:spacing w:before="60"/>
      </w:pPr>
      <w:r>
        <w:t xml:space="preserve">- </w:t>
      </w:r>
      <w:r w:rsidRPr="001F4955">
        <w:t>объем</w:t>
      </w:r>
      <w:r>
        <w:t>ах</w:t>
      </w:r>
      <w:r w:rsidRPr="001F4955">
        <w:t xml:space="preserve"> размещения заказов для </w:t>
      </w:r>
      <w:r>
        <w:t>м</w:t>
      </w:r>
      <w:r w:rsidRPr="001F4955">
        <w:t>униципальных нужд у субъектов малого предпринимательства</w:t>
      </w:r>
      <w:r>
        <w:t>;</w:t>
      </w:r>
    </w:p>
    <w:p w:rsidR="004C6237" w:rsidRDefault="004C6237" w:rsidP="007B5B6E">
      <w:pPr>
        <w:rPr>
          <w:sz w:val="24"/>
          <w:szCs w:val="24"/>
        </w:rPr>
      </w:pPr>
      <w:r>
        <w:t xml:space="preserve">- </w:t>
      </w:r>
      <w:r w:rsidRPr="001F4955">
        <w:t>предложения по развитию малого предпринимательства на муниципальном уровн</w:t>
      </w:r>
      <w:r>
        <w:t>е</w:t>
      </w:r>
      <w:r w:rsidRPr="001F4955">
        <w:t>.</w:t>
      </w:r>
    </w:p>
    <w:sectPr w:rsidR="004C6237" w:rsidSect="007B5B6E">
      <w:headerReference w:type="default" r:id="rId7"/>
      <w:pgSz w:w="11906" w:h="16838"/>
      <w:pgMar w:top="284" w:right="567" w:bottom="567" w:left="85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6237" w:rsidRDefault="004C6237">
      <w:r>
        <w:separator/>
      </w:r>
    </w:p>
  </w:endnote>
  <w:endnote w:type="continuationSeparator" w:id="1">
    <w:p w:rsidR="004C6237" w:rsidRDefault="004C6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6237" w:rsidRDefault="004C6237">
      <w:r>
        <w:separator/>
      </w:r>
    </w:p>
  </w:footnote>
  <w:footnote w:type="continuationSeparator" w:id="1">
    <w:p w:rsidR="004C6237" w:rsidRDefault="004C62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237" w:rsidRDefault="004C623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4C6237" w:rsidRDefault="004C623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026CD"/>
    <w:multiLevelType w:val="multilevel"/>
    <w:tmpl w:val="584A6C6E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1">
      <w:start w:val="20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8C3"/>
    <w:rsid w:val="0000500E"/>
    <w:rsid w:val="00022EB2"/>
    <w:rsid w:val="00053EF2"/>
    <w:rsid w:val="00076D93"/>
    <w:rsid w:val="000918C7"/>
    <w:rsid w:val="00096D65"/>
    <w:rsid w:val="000B3C31"/>
    <w:rsid w:val="000C6D5E"/>
    <w:rsid w:val="000E0A61"/>
    <w:rsid w:val="000E4200"/>
    <w:rsid w:val="000F71B9"/>
    <w:rsid w:val="00106B64"/>
    <w:rsid w:val="00110CCD"/>
    <w:rsid w:val="00127C7B"/>
    <w:rsid w:val="00171D08"/>
    <w:rsid w:val="001747B0"/>
    <w:rsid w:val="00175200"/>
    <w:rsid w:val="00184226"/>
    <w:rsid w:val="001902B4"/>
    <w:rsid w:val="001A117E"/>
    <w:rsid w:val="001A2D47"/>
    <w:rsid w:val="001A6DA9"/>
    <w:rsid w:val="001A7F6E"/>
    <w:rsid w:val="001D1459"/>
    <w:rsid w:val="001D4E50"/>
    <w:rsid w:val="001E506C"/>
    <w:rsid w:val="001F4464"/>
    <w:rsid w:val="001F4955"/>
    <w:rsid w:val="00211A8E"/>
    <w:rsid w:val="00216CDF"/>
    <w:rsid w:val="00233868"/>
    <w:rsid w:val="00250E40"/>
    <w:rsid w:val="00270BE6"/>
    <w:rsid w:val="002807EE"/>
    <w:rsid w:val="002B30B5"/>
    <w:rsid w:val="002D0B0D"/>
    <w:rsid w:val="002D3808"/>
    <w:rsid w:val="00320802"/>
    <w:rsid w:val="0033429D"/>
    <w:rsid w:val="00343B15"/>
    <w:rsid w:val="0037426E"/>
    <w:rsid w:val="003819E9"/>
    <w:rsid w:val="00387072"/>
    <w:rsid w:val="0039530E"/>
    <w:rsid w:val="00395409"/>
    <w:rsid w:val="003E011E"/>
    <w:rsid w:val="003E43BF"/>
    <w:rsid w:val="003F4381"/>
    <w:rsid w:val="00417776"/>
    <w:rsid w:val="00426AC3"/>
    <w:rsid w:val="00436A8B"/>
    <w:rsid w:val="0044150C"/>
    <w:rsid w:val="0044373C"/>
    <w:rsid w:val="0046734A"/>
    <w:rsid w:val="00476CD5"/>
    <w:rsid w:val="00490AF1"/>
    <w:rsid w:val="004A7FCC"/>
    <w:rsid w:val="004C6237"/>
    <w:rsid w:val="004D6845"/>
    <w:rsid w:val="004E1CDC"/>
    <w:rsid w:val="004F0154"/>
    <w:rsid w:val="004F76D4"/>
    <w:rsid w:val="0050384F"/>
    <w:rsid w:val="00527508"/>
    <w:rsid w:val="005310F8"/>
    <w:rsid w:val="0055606A"/>
    <w:rsid w:val="00571522"/>
    <w:rsid w:val="00586938"/>
    <w:rsid w:val="00592F0E"/>
    <w:rsid w:val="005A3D29"/>
    <w:rsid w:val="005C6646"/>
    <w:rsid w:val="005D40E4"/>
    <w:rsid w:val="005E2A9F"/>
    <w:rsid w:val="005E441E"/>
    <w:rsid w:val="005E67A1"/>
    <w:rsid w:val="005E7E61"/>
    <w:rsid w:val="00605108"/>
    <w:rsid w:val="006054D1"/>
    <w:rsid w:val="00614AFE"/>
    <w:rsid w:val="00620F57"/>
    <w:rsid w:val="00622C78"/>
    <w:rsid w:val="0063137E"/>
    <w:rsid w:val="0064127E"/>
    <w:rsid w:val="006A0D19"/>
    <w:rsid w:val="006A0F8E"/>
    <w:rsid w:val="006B1359"/>
    <w:rsid w:val="006B2494"/>
    <w:rsid w:val="006C372E"/>
    <w:rsid w:val="006D2F24"/>
    <w:rsid w:val="006D3AC0"/>
    <w:rsid w:val="006E52B7"/>
    <w:rsid w:val="006F3B4E"/>
    <w:rsid w:val="007355F6"/>
    <w:rsid w:val="007763D5"/>
    <w:rsid w:val="00781C89"/>
    <w:rsid w:val="007833FD"/>
    <w:rsid w:val="00785749"/>
    <w:rsid w:val="00792147"/>
    <w:rsid w:val="007970AF"/>
    <w:rsid w:val="007B5B6E"/>
    <w:rsid w:val="007C05E7"/>
    <w:rsid w:val="007D0E92"/>
    <w:rsid w:val="007E2B5E"/>
    <w:rsid w:val="008174D8"/>
    <w:rsid w:val="00826504"/>
    <w:rsid w:val="00831B9C"/>
    <w:rsid w:val="00833A42"/>
    <w:rsid w:val="00840420"/>
    <w:rsid w:val="0084120D"/>
    <w:rsid w:val="008566D2"/>
    <w:rsid w:val="008574FF"/>
    <w:rsid w:val="00863903"/>
    <w:rsid w:val="00872954"/>
    <w:rsid w:val="00873FA6"/>
    <w:rsid w:val="008912B7"/>
    <w:rsid w:val="008B4BED"/>
    <w:rsid w:val="008C698F"/>
    <w:rsid w:val="008D5CC6"/>
    <w:rsid w:val="008F7228"/>
    <w:rsid w:val="009571A1"/>
    <w:rsid w:val="00964D5F"/>
    <w:rsid w:val="00966DB7"/>
    <w:rsid w:val="009821E2"/>
    <w:rsid w:val="009B61A1"/>
    <w:rsid w:val="009C2F2B"/>
    <w:rsid w:val="009D5A8A"/>
    <w:rsid w:val="00A00CC2"/>
    <w:rsid w:val="00A04B9E"/>
    <w:rsid w:val="00A225B8"/>
    <w:rsid w:val="00A22A1E"/>
    <w:rsid w:val="00A40BFB"/>
    <w:rsid w:val="00A6166D"/>
    <w:rsid w:val="00A6243B"/>
    <w:rsid w:val="00A65D53"/>
    <w:rsid w:val="00A95817"/>
    <w:rsid w:val="00AA68C3"/>
    <w:rsid w:val="00AA71F8"/>
    <w:rsid w:val="00AB2049"/>
    <w:rsid w:val="00AB5BC7"/>
    <w:rsid w:val="00AC0D50"/>
    <w:rsid w:val="00AC18C2"/>
    <w:rsid w:val="00AC42C7"/>
    <w:rsid w:val="00AC4D45"/>
    <w:rsid w:val="00AC7FAD"/>
    <w:rsid w:val="00AD27B8"/>
    <w:rsid w:val="00B06BDF"/>
    <w:rsid w:val="00B31354"/>
    <w:rsid w:val="00B52F0A"/>
    <w:rsid w:val="00B53A22"/>
    <w:rsid w:val="00B969B8"/>
    <w:rsid w:val="00BA360E"/>
    <w:rsid w:val="00BF0A82"/>
    <w:rsid w:val="00BF5489"/>
    <w:rsid w:val="00BF58C4"/>
    <w:rsid w:val="00C03AD1"/>
    <w:rsid w:val="00C11745"/>
    <w:rsid w:val="00C27EED"/>
    <w:rsid w:val="00C324D1"/>
    <w:rsid w:val="00C355AE"/>
    <w:rsid w:val="00C373C9"/>
    <w:rsid w:val="00C67DD4"/>
    <w:rsid w:val="00C74B6B"/>
    <w:rsid w:val="00C769F2"/>
    <w:rsid w:val="00C77047"/>
    <w:rsid w:val="00C96825"/>
    <w:rsid w:val="00CE292C"/>
    <w:rsid w:val="00CF5021"/>
    <w:rsid w:val="00D0547D"/>
    <w:rsid w:val="00D1734D"/>
    <w:rsid w:val="00D300A3"/>
    <w:rsid w:val="00D40D5F"/>
    <w:rsid w:val="00D43A91"/>
    <w:rsid w:val="00D67836"/>
    <w:rsid w:val="00D82075"/>
    <w:rsid w:val="00D83282"/>
    <w:rsid w:val="00D93B2A"/>
    <w:rsid w:val="00D94170"/>
    <w:rsid w:val="00DA16FC"/>
    <w:rsid w:val="00DB4172"/>
    <w:rsid w:val="00DC1AE6"/>
    <w:rsid w:val="00DC473D"/>
    <w:rsid w:val="00DD3D0D"/>
    <w:rsid w:val="00DF7729"/>
    <w:rsid w:val="00E6703C"/>
    <w:rsid w:val="00E766B8"/>
    <w:rsid w:val="00E844FB"/>
    <w:rsid w:val="00E858FB"/>
    <w:rsid w:val="00EB1ED9"/>
    <w:rsid w:val="00EC21AD"/>
    <w:rsid w:val="00ED4B72"/>
    <w:rsid w:val="00EE69CE"/>
    <w:rsid w:val="00EF38BC"/>
    <w:rsid w:val="00EF6EAC"/>
    <w:rsid w:val="00F102EA"/>
    <w:rsid w:val="00F155BA"/>
    <w:rsid w:val="00F17F93"/>
    <w:rsid w:val="00F32934"/>
    <w:rsid w:val="00F600D3"/>
    <w:rsid w:val="00F6215D"/>
    <w:rsid w:val="00F73E3F"/>
    <w:rsid w:val="00FA33B5"/>
    <w:rsid w:val="00FC3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A8A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D5A8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054D1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9D5A8A"/>
  </w:style>
  <w:style w:type="paragraph" w:styleId="BodyTextIndent">
    <w:name w:val="Body Text Indent"/>
    <w:basedOn w:val="Normal"/>
    <w:link w:val="BodyTextIndentChar"/>
    <w:uiPriority w:val="99"/>
    <w:rsid w:val="009D5A8A"/>
    <w:pPr>
      <w:spacing w:line="360" w:lineRule="auto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054D1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D43A91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054D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43A9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C770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770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7</Pages>
  <Words>2078</Words>
  <Characters>11849</Characters>
  <Application>Microsoft Office Outlook</Application>
  <DocSecurity>0</DocSecurity>
  <Lines>0</Lines>
  <Paragraphs>0</Paragraphs>
  <ScaleCrop>false</ScaleCrop>
  <Company>APK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ContrUpr</dc:creator>
  <cp:keywords/>
  <dc:description/>
  <cp:lastModifiedBy>adm18</cp:lastModifiedBy>
  <cp:revision>2</cp:revision>
  <cp:lastPrinted>2017-09-06T04:29:00Z</cp:lastPrinted>
  <dcterms:created xsi:type="dcterms:W3CDTF">2018-03-23T01:09:00Z</dcterms:created>
  <dcterms:modified xsi:type="dcterms:W3CDTF">2018-03-23T01:09:00Z</dcterms:modified>
</cp:coreProperties>
</file>